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AF6174" w:rsidRDefault="00657B4E">
      <w:pPr>
        <w:jc w:val="right"/>
        <w:rPr>
          <w:rFonts w:ascii="Arial Black" w:hAnsi="Arial Black" w:cs="Arial"/>
          <w:color w:val="808080"/>
          <w:sz w:val="6"/>
        </w:rPr>
      </w:pPr>
    </w:p>
    <w:p w:rsidR="00657B4E" w:rsidRPr="000627D4" w:rsidRDefault="00AF6174" w:rsidP="008D1037">
      <w:pPr>
        <w:ind w:right="272"/>
        <w:jc w:val="right"/>
        <w:rPr>
          <w:color w:val="262626"/>
        </w:rPr>
      </w:pPr>
      <w:r>
        <w:rPr>
          <w:rFonts w:ascii="Arial Black" w:hAnsi="Arial Black" w:cs="Arial"/>
          <w:color w:val="262626"/>
          <w:sz w:val="56"/>
        </w:rPr>
        <w:t>Attendance Form</w:t>
      </w:r>
    </w:p>
    <w:p w:rsidR="00657B4E" w:rsidRPr="000627D4" w:rsidRDefault="00657B4E" w:rsidP="008D1037">
      <w:pPr>
        <w:ind w:right="272"/>
      </w:pPr>
    </w:p>
    <w:p w:rsidR="00657B4E" w:rsidRPr="000627D4" w:rsidRDefault="000627D4" w:rsidP="008D1037">
      <w:pPr>
        <w:ind w:right="272"/>
        <w:jc w:val="right"/>
        <w:rPr>
          <w:b/>
          <w:bCs/>
          <w:color w:val="7F7F7F"/>
        </w:rPr>
      </w:pPr>
      <w:r w:rsidRPr="000627D4">
        <w:rPr>
          <w:b/>
          <w:bCs/>
          <w:color w:val="7F7F7F"/>
        </w:rPr>
        <w:t xml:space="preserve">Train </w:t>
      </w:r>
      <w:r w:rsidR="00AF6174" w:rsidRPr="000627D4">
        <w:rPr>
          <w:b/>
          <w:bCs/>
          <w:color w:val="7F7F7F"/>
        </w:rPr>
        <w:t xml:space="preserve">Seminar </w:t>
      </w:r>
      <w:r w:rsidR="00AF6174">
        <w:rPr>
          <w:b/>
          <w:bCs/>
          <w:color w:val="7F7F7F"/>
        </w:rPr>
        <w:t>for</w:t>
      </w:r>
      <w:r w:rsidRPr="000627D4">
        <w:rPr>
          <w:b/>
          <w:bCs/>
          <w:color w:val="7F7F7F"/>
        </w:rPr>
        <w:t xml:space="preserve"> </w:t>
      </w:r>
      <w:r w:rsidR="00AF6174">
        <w:rPr>
          <w:b/>
          <w:bCs/>
          <w:color w:val="7F7F7F"/>
        </w:rPr>
        <w:t xml:space="preserve">[National-name of your country] Core Group of CAN-MDS </w:t>
      </w:r>
    </w:p>
    <w:p w:rsidR="00657B4E" w:rsidRPr="000627D4" w:rsidRDefault="00657B4E" w:rsidP="008D1037">
      <w:pPr>
        <w:ind w:right="272"/>
        <w:jc w:val="right"/>
        <w:rPr>
          <w:color w:val="7F7F7F"/>
          <w:sz w:val="20"/>
        </w:rPr>
      </w:pPr>
    </w:p>
    <w:p w:rsidR="005A23A2" w:rsidRDefault="00657B4E" w:rsidP="000627D4">
      <w:pPr>
        <w:ind w:right="272"/>
        <w:jc w:val="right"/>
        <w:rPr>
          <w:color w:val="7F7F7F"/>
          <w:sz w:val="20"/>
        </w:rPr>
      </w:pPr>
      <w:r w:rsidRPr="000627D4">
        <w:rPr>
          <w:color w:val="7F7F7F"/>
          <w:sz w:val="20"/>
        </w:rPr>
        <w:t xml:space="preserve">Location: </w:t>
      </w:r>
      <w:r w:rsidR="00AF6174">
        <w:rPr>
          <w:color w:val="7F7F7F"/>
          <w:sz w:val="20"/>
        </w:rPr>
        <w:t>________________</w:t>
      </w:r>
      <w:r w:rsidR="00986DDD">
        <w:rPr>
          <w:color w:val="7F7F7F"/>
          <w:sz w:val="20"/>
        </w:rPr>
        <w:t>______________</w:t>
      </w:r>
    </w:p>
    <w:p w:rsidR="00AF6174" w:rsidRDefault="00AF6174" w:rsidP="000627D4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Date: ______________________________</w:t>
      </w:r>
    </w:p>
    <w:p w:rsidR="00AF6174" w:rsidRPr="000627D4" w:rsidRDefault="00AF6174" w:rsidP="000627D4">
      <w:pPr>
        <w:ind w:right="272"/>
        <w:jc w:val="right"/>
        <w:rPr>
          <w:color w:val="7F7F7F"/>
          <w:sz w:val="20"/>
        </w:rPr>
      </w:pPr>
      <w:r>
        <w:rPr>
          <w:color w:val="7F7F7F"/>
          <w:sz w:val="20"/>
        </w:rPr>
        <w:t>Trainer (s): ______________________________</w:t>
      </w:r>
    </w:p>
    <w:p w:rsidR="00657B4E" w:rsidRPr="00AF6174" w:rsidRDefault="00657B4E">
      <w:pPr>
        <w:tabs>
          <w:tab w:val="left" w:pos="1800"/>
        </w:tabs>
        <w:rPr>
          <w:sz w:val="20"/>
        </w:rPr>
      </w:pPr>
    </w:p>
    <w:tbl>
      <w:tblPr>
        <w:tblW w:w="10605" w:type="dxa"/>
        <w:tblBorders>
          <w:insideH w:val="single" w:sz="4" w:space="0" w:color="auto"/>
        </w:tblBorders>
        <w:tblCellMar>
          <w:top w:w="115" w:type="dxa"/>
          <w:left w:w="115" w:type="dxa"/>
          <w:bottom w:w="29" w:type="dxa"/>
          <w:right w:w="115" w:type="dxa"/>
        </w:tblCellMar>
        <w:tblLook w:val="0000"/>
      </w:tblPr>
      <w:tblGrid>
        <w:gridCol w:w="3517"/>
        <w:gridCol w:w="5380"/>
        <w:gridCol w:w="1708"/>
      </w:tblGrid>
      <w:tr w:rsidR="00657B4E" w:rsidTr="00AF6174">
        <w:trPr>
          <w:trHeight w:val="323"/>
        </w:trPr>
        <w:tc>
          <w:tcPr>
            <w:tcW w:w="3517" w:type="dxa"/>
          </w:tcPr>
          <w:p w:rsidR="00657B4E" w:rsidRPr="00AF6174" w:rsidRDefault="00AF6174">
            <w:pPr>
              <w:rPr>
                <w:rFonts w:ascii="Arial Black" w:hAnsi="Arial Black"/>
                <w:b/>
                <w:bCs/>
              </w:rPr>
            </w:pPr>
            <w:r w:rsidRPr="00AF6174">
              <w:rPr>
                <w:rFonts w:ascii="Arial Black" w:hAnsi="Arial Black"/>
                <w:b/>
                <w:bCs/>
              </w:rPr>
              <w:t>Name</w:t>
            </w:r>
          </w:p>
        </w:tc>
        <w:tc>
          <w:tcPr>
            <w:tcW w:w="5380" w:type="dxa"/>
          </w:tcPr>
          <w:p w:rsidR="00657B4E" w:rsidRPr="00AF6174" w:rsidRDefault="00AF6174">
            <w:pPr>
              <w:rPr>
                <w:rFonts w:ascii="Arial Black" w:hAnsi="Arial Black"/>
                <w:b/>
              </w:rPr>
            </w:pPr>
            <w:r w:rsidRPr="00AF6174">
              <w:rPr>
                <w:rFonts w:ascii="Arial Black" w:hAnsi="Arial Black"/>
                <w:b/>
              </w:rPr>
              <w:t>Profession/ Organization</w:t>
            </w:r>
          </w:p>
        </w:tc>
        <w:tc>
          <w:tcPr>
            <w:tcW w:w="1708" w:type="dxa"/>
          </w:tcPr>
          <w:p w:rsidR="00657B4E" w:rsidRPr="00202C17" w:rsidRDefault="00AF6174" w:rsidP="000627D4">
            <w:pPr>
              <w:jc w:val="right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Signature</w:t>
            </w:r>
          </w:p>
        </w:tc>
      </w:tr>
      <w:tr w:rsidR="00657B4E" w:rsidRPr="00202C17" w:rsidTr="00AF6174">
        <w:trPr>
          <w:trHeight w:val="220"/>
        </w:trPr>
        <w:tc>
          <w:tcPr>
            <w:tcW w:w="3517" w:type="dxa"/>
          </w:tcPr>
          <w:p w:rsidR="00657B4E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0" w:type="dxa"/>
          </w:tcPr>
          <w:p w:rsidR="003007BE" w:rsidRPr="00202C17" w:rsidRDefault="003007BE" w:rsidP="003007BE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3007BE" w:rsidRPr="00253DA0" w:rsidRDefault="003007BE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253DA0" w:rsidRPr="00202C17" w:rsidTr="00AF6174">
        <w:trPr>
          <w:trHeight w:val="239"/>
        </w:trPr>
        <w:tc>
          <w:tcPr>
            <w:tcW w:w="3517" w:type="dxa"/>
          </w:tcPr>
          <w:p w:rsidR="00253DA0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0" w:type="dxa"/>
          </w:tcPr>
          <w:p w:rsidR="00253DA0" w:rsidRPr="00202C17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253DA0" w:rsidRPr="00253DA0" w:rsidRDefault="00253DA0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1E7417" w:rsidRPr="000627D4" w:rsidTr="00AF6174">
        <w:trPr>
          <w:trHeight w:val="293"/>
        </w:trPr>
        <w:tc>
          <w:tcPr>
            <w:tcW w:w="3517" w:type="dxa"/>
          </w:tcPr>
          <w:p w:rsidR="001E7417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</w:tcPr>
          <w:p w:rsidR="001E7417" w:rsidRPr="00253DA0" w:rsidRDefault="001E7417" w:rsidP="00253DA0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1E7417" w:rsidRPr="00253DA0" w:rsidRDefault="001E7417" w:rsidP="00162CDC">
            <w:pPr>
              <w:jc w:val="right"/>
              <w:rPr>
                <w:rFonts w:ascii="AvantGarde Bk BT" w:hAnsi="AvantGarde Bk BT"/>
                <w:sz w:val="18"/>
                <w:szCs w:val="18"/>
                <w:lang w:val="it-IT"/>
              </w:rPr>
            </w:pPr>
          </w:p>
        </w:tc>
      </w:tr>
      <w:tr w:rsidR="00657B4E" w:rsidRPr="00202C17" w:rsidTr="00AF6174">
        <w:trPr>
          <w:trHeight w:val="159"/>
        </w:trPr>
        <w:tc>
          <w:tcPr>
            <w:tcW w:w="3517" w:type="dxa"/>
          </w:tcPr>
          <w:p w:rsidR="00657B4E" w:rsidRPr="00202C17" w:rsidRDefault="00AF6174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</w:tcPr>
          <w:p w:rsidR="001E7417" w:rsidRPr="001E7417" w:rsidRDefault="001E7417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657B4E" w:rsidRPr="00253DA0" w:rsidRDefault="00657B4E" w:rsidP="007006E4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AF6174">
        <w:trPr>
          <w:trHeight w:val="83"/>
        </w:trPr>
        <w:tc>
          <w:tcPr>
            <w:tcW w:w="3517" w:type="dxa"/>
          </w:tcPr>
          <w:p w:rsidR="00657B4E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</w:tcPr>
          <w:p w:rsidR="000627D4" w:rsidRPr="00253DA0" w:rsidRDefault="000627D4" w:rsidP="007D37AB">
            <w:pPr>
              <w:rPr>
                <w:rFonts w:ascii="AvantGarde Bk BT" w:hAnsi="AvantGarde Bk BT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7D37AB" w:rsidRPr="00253DA0" w:rsidRDefault="007D37AB" w:rsidP="00253D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AF6174">
        <w:trPr>
          <w:trHeight w:val="175"/>
        </w:trPr>
        <w:tc>
          <w:tcPr>
            <w:tcW w:w="3517" w:type="dxa"/>
          </w:tcPr>
          <w:p w:rsidR="00657B4E" w:rsidRPr="00202C17" w:rsidRDefault="00AF6174" w:rsidP="00522DBB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0" w:type="dxa"/>
          </w:tcPr>
          <w:p w:rsidR="00657B4E" w:rsidRPr="007006E4" w:rsidRDefault="00657B4E" w:rsidP="007006E4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657B4E" w:rsidRPr="00253DA0" w:rsidRDefault="00657B4E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522DBB" w:rsidRPr="00202C17" w:rsidTr="00AF6174">
        <w:trPr>
          <w:trHeight w:val="20"/>
        </w:trPr>
        <w:tc>
          <w:tcPr>
            <w:tcW w:w="3517" w:type="dxa"/>
          </w:tcPr>
          <w:p w:rsidR="00522DBB" w:rsidRPr="00202C17" w:rsidRDefault="00AF6174" w:rsidP="00A539B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</w:tcPr>
          <w:p w:rsidR="00522DBB" w:rsidRPr="00522DBB" w:rsidRDefault="00522DBB" w:rsidP="007006E4">
            <w:pPr>
              <w:rPr>
                <w:rFonts w:ascii="AvantGarde Bk BT" w:hAnsi="AvantGarde Bk BT"/>
                <w:sz w:val="20"/>
                <w:szCs w:val="20"/>
              </w:rPr>
            </w:pPr>
          </w:p>
        </w:tc>
        <w:tc>
          <w:tcPr>
            <w:tcW w:w="1708" w:type="dxa"/>
          </w:tcPr>
          <w:p w:rsidR="007006E4" w:rsidRPr="00253DA0" w:rsidRDefault="007006E4" w:rsidP="007006E4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253DA0" w:rsidRPr="00202C17" w:rsidTr="00AF6174">
        <w:trPr>
          <w:trHeight w:val="201"/>
        </w:trPr>
        <w:tc>
          <w:tcPr>
            <w:tcW w:w="3517" w:type="dxa"/>
          </w:tcPr>
          <w:p w:rsidR="00253DA0" w:rsidRDefault="00AF6174" w:rsidP="00A539BD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</w:tcPr>
          <w:p w:rsidR="00253DA0" w:rsidRPr="00253DA0" w:rsidRDefault="00253DA0" w:rsidP="007006E4">
            <w:pPr>
              <w:rPr>
                <w:rFonts w:ascii="AvantGarde Bk BT" w:hAnsi="AvantGarde Bk BT"/>
                <w:b/>
                <w:sz w:val="20"/>
                <w:szCs w:val="20"/>
              </w:rPr>
            </w:pPr>
          </w:p>
        </w:tc>
        <w:tc>
          <w:tcPr>
            <w:tcW w:w="1708" w:type="dxa"/>
          </w:tcPr>
          <w:p w:rsidR="00253DA0" w:rsidRPr="00253DA0" w:rsidRDefault="00253DA0" w:rsidP="00BC6B28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657B4E" w:rsidRPr="00202C17" w:rsidTr="00AF6174">
        <w:trPr>
          <w:trHeight w:val="223"/>
        </w:trPr>
        <w:tc>
          <w:tcPr>
            <w:tcW w:w="3517" w:type="dxa"/>
          </w:tcPr>
          <w:p w:rsidR="00657B4E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</w:tcPr>
          <w:p w:rsidR="000627D4" w:rsidRPr="000627D4" w:rsidRDefault="000627D4" w:rsidP="000627D4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657B4E" w:rsidRPr="00253DA0" w:rsidRDefault="00657B4E" w:rsidP="00487C4E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253DA0" w:rsidRPr="00202C17" w:rsidTr="00AF6174">
        <w:trPr>
          <w:trHeight w:val="243"/>
        </w:trPr>
        <w:tc>
          <w:tcPr>
            <w:tcW w:w="3517" w:type="dxa"/>
          </w:tcPr>
          <w:p w:rsidR="00253DA0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0" w:type="dxa"/>
          </w:tcPr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253DA0" w:rsidRPr="00253DA0" w:rsidRDefault="00253DA0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253DA0" w:rsidRPr="00202C17" w:rsidTr="00AF6174">
        <w:trPr>
          <w:trHeight w:val="91"/>
        </w:trPr>
        <w:tc>
          <w:tcPr>
            <w:tcW w:w="3517" w:type="dxa"/>
          </w:tcPr>
          <w:p w:rsidR="00253DA0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0" w:type="dxa"/>
          </w:tcPr>
          <w:p w:rsidR="00253DA0" w:rsidRDefault="00253DA0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253DA0" w:rsidRPr="00253DA0" w:rsidRDefault="00253DA0" w:rsidP="00487C4E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223"/>
        </w:trPr>
        <w:tc>
          <w:tcPr>
            <w:tcW w:w="3517" w:type="dxa"/>
          </w:tcPr>
          <w:p w:rsidR="00AF6174" w:rsidRPr="00202C17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0" w:type="dxa"/>
          </w:tcPr>
          <w:p w:rsidR="00AF6174" w:rsidRPr="000627D4" w:rsidRDefault="00AF6174" w:rsidP="00884AA0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243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0" w:type="dxa"/>
          </w:tcPr>
          <w:p w:rsidR="00AF6174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91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0" w:type="dxa"/>
          </w:tcPr>
          <w:p w:rsidR="00AF6174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185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0" w:type="dxa"/>
          </w:tcPr>
          <w:p w:rsidR="00AF6174" w:rsidRPr="00253DA0" w:rsidRDefault="00AF6174" w:rsidP="00884AA0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223"/>
        </w:trPr>
        <w:tc>
          <w:tcPr>
            <w:tcW w:w="3517" w:type="dxa"/>
          </w:tcPr>
          <w:p w:rsidR="00AF6174" w:rsidRPr="00202C17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0" w:type="dxa"/>
          </w:tcPr>
          <w:p w:rsidR="00AF6174" w:rsidRPr="000627D4" w:rsidRDefault="00AF6174" w:rsidP="00884AA0">
            <w:pPr>
              <w:rPr>
                <w:rFonts w:ascii="AvantGarde Bk BT" w:hAnsi="AvantGarde Bk BT"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243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0" w:type="dxa"/>
          </w:tcPr>
          <w:p w:rsidR="00AF6174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91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0" w:type="dxa"/>
          </w:tcPr>
          <w:p w:rsidR="00AF6174" w:rsidRDefault="00AF6174" w:rsidP="00884A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53DA0" w:rsidTr="00AF6174">
        <w:trPr>
          <w:trHeight w:val="185"/>
        </w:trPr>
        <w:tc>
          <w:tcPr>
            <w:tcW w:w="3517" w:type="dxa"/>
          </w:tcPr>
          <w:p w:rsidR="00AF6174" w:rsidRPr="00202C17" w:rsidRDefault="00AF6174" w:rsidP="00AF6174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1</w:t>
            </w: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0" w:type="dxa"/>
          </w:tcPr>
          <w:p w:rsidR="00AF6174" w:rsidRPr="00253DA0" w:rsidRDefault="00AF6174" w:rsidP="00884AA0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884A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0627D4" w:rsidRPr="00202C17" w:rsidTr="00AF6174">
        <w:trPr>
          <w:trHeight w:val="185"/>
        </w:trPr>
        <w:tc>
          <w:tcPr>
            <w:tcW w:w="3517" w:type="dxa"/>
          </w:tcPr>
          <w:p w:rsidR="000627D4" w:rsidRPr="00202C17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80" w:type="dxa"/>
          </w:tcPr>
          <w:p w:rsidR="000627D4" w:rsidRPr="00253DA0" w:rsidRDefault="000627D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0627D4" w:rsidRPr="00253DA0" w:rsidRDefault="000627D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02C17" w:rsidTr="00AF6174">
        <w:trPr>
          <w:trHeight w:val="185"/>
        </w:trPr>
        <w:tc>
          <w:tcPr>
            <w:tcW w:w="3517" w:type="dxa"/>
          </w:tcPr>
          <w:p w:rsidR="00AF6174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380" w:type="dxa"/>
          </w:tcPr>
          <w:p w:rsidR="00AF6174" w:rsidRPr="00253DA0" w:rsidRDefault="00AF617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02C17" w:rsidTr="00AF6174">
        <w:trPr>
          <w:trHeight w:val="185"/>
        </w:trPr>
        <w:tc>
          <w:tcPr>
            <w:tcW w:w="3517" w:type="dxa"/>
          </w:tcPr>
          <w:p w:rsidR="00AF6174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380" w:type="dxa"/>
          </w:tcPr>
          <w:p w:rsidR="00AF6174" w:rsidRPr="00253DA0" w:rsidRDefault="00AF617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02C17" w:rsidTr="00AF6174">
        <w:trPr>
          <w:trHeight w:val="185"/>
        </w:trPr>
        <w:tc>
          <w:tcPr>
            <w:tcW w:w="3517" w:type="dxa"/>
          </w:tcPr>
          <w:p w:rsidR="00AF6174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80" w:type="dxa"/>
          </w:tcPr>
          <w:p w:rsidR="00AF6174" w:rsidRPr="00253DA0" w:rsidRDefault="00AF617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02C17" w:rsidTr="00AF6174">
        <w:trPr>
          <w:trHeight w:val="185"/>
        </w:trPr>
        <w:tc>
          <w:tcPr>
            <w:tcW w:w="3517" w:type="dxa"/>
          </w:tcPr>
          <w:p w:rsidR="00AF6174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80" w:type="dxa"/>
          </w:tcPr>
          <w:p w:rsidR="00AF6174" w:rsidRPr="00253DA0" w:rsidRDefault="00AF617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  <w:tr w:rsidR="00AF6174" w:rsidRPr="00202C17" w:rsidTr="00AF6174">
        <w:trPr>
          <w:trHeight w:val="185"/>
        </w:trPr>
        <w:tc>
          <w:tcPr>
            <w:tcW w:w="3517" w:type="dxa"/>
          </w:tcPr>
          <w:p w:rsidR="00AF6174" w:rsidRDefault="00AF6174" w:rsidP="00253DA0">
            <w:pPr>
              <w:rPr>
                <w:rFonts w:ascii="AvantGarde Bk BT" w:hAnsi="AvantGarde Bk BT"/>
                <w:b/>
                <w:bCs/>
                <w:sz w:val="20"/>
                <w:szCs w:val="20"/>
              </w:rPr>
            </w:pPr>
            <w:r>
              <w:rPr>
                <w:rFonts w:ascii="AvantGarde Bk BT" w:hAnsi="AvantGarde Bk BT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80" w:type="dxa"/>
          </w:tcPr>
          <w:p w:rsidR="00AF6174" w:rsidRPr="00253DA0" w:rsidRDefault="00AF6174" w:rsidP="000627D4">
            <w:pPr>
              <w:rPr>
                <w:rFonts w:ascii="AvantGarde Bk BT" w:hAnsi="AvantGarde Bk BT"/>
                <w:bCs/>
                <w:i/>
                <w:sz w:val="20"/>
                <w:szCs w:val="20"/>
              </w:rPr>
            </w:pPr>
          </w:p>
        </w:tc>
        <w:tc>
          <w:tcPr>
            <w:tcW w:w="1708" w:type="dxa"/>
          </w:tcPr>
          <w:p w:rsidR="00AF6174" w:rsidRPr="00253DA0" w:rsidRDefault="00AF6174" w:rsidP="00253DA0">
            <w:pPr>
              <w:tabs>
                <w:tab w:val="center" w:pos="1019"/>
                <w:tab w:val="right" w:pos="2038"/>
              </w:tabs>
              <w:jc w:val="right"/>
              <w:rPr>
                <w:rFonts w:ascii="AvantGarde Bk BT" w:hAnsi="AvantGarde Bk BT"/>
                <w:sz w:val="18"/>
                <w:szCs w:val="18"/>
              </w:rPr>
            </w:pPr>
          </w:p>
        </w:tc>
      </w:tr>
    </w:tbl>
    <w:p w:rsidR="00657B4E" w:rsidRDefault="00657B4E"/>
    <w:p w:rsidR="00657B4E" w:rsidRDefault="00657B4E"/>
    <w:sectPr w:rsidR="00657B4E" w:rsidSect="00FA2089">
      <w:headerReference w:type="default" r:id="rId7"/>
      <w:footerReference w:type="default" r:id="rId8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45D" w:rsidRDefault="001B045D" w:rsidP="00FA2089">
      <w:r>
        <w:separator/>
      </w:r>
    </w:p>
  </w:endnote>
  <w:endnote w:type="continuationSeparator" w:id="0">
    <w:p w:rsidR="001B045D" w:rsidRDefault="001B045D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vantGarde Bk BT">
    <w:panose1 w:val="020B0402020202020204"/>
    <w:charset w:val="00"/>
    <w:family w:val="swiss"/>
    <w:pitch w:val="variable"/>
    <w:sig w:usb0="00000087" w:usb1="00000000" w:usb2="00000000" w:usb3="00000000" w:csb0="0000001B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C67" w:rsidRPr="005E7C67" w:rsidRDefault="005E7C67" w:rsidP="005E7C67">
    <w:pPr>
      <w:pStyle w:val="Footer"/>
      <w:jc w:val="center"/>
      <w:rPr>
        <w:rFonts w:ascii="AvantGarde Bk BT" w:hAnsi="AvantGarde Bk BT"/>
        <w:sz w:val="18"/>
      </w:rPr>
    </w:pPr>
    <w:r w:rsidRPr="005E7C67">
      <w:rPr>
        <w:rFonts w:ascii="AvantGarde Bk BT" w:hAnsi="AvantGarde Bk BT"/>
        <w:sz w:val="18"/>
      </w:rPr>
      <w:t>Partner’s Organization</w:t>
    </w:r>
    <w:r>
      <w:rPr>
        <w:rFonts w:ascii="AvantGarde Bk BT" w:hAnsi="AvantGarde Bk BT"/>
        <w:sz w:val="18"/>
      </w:rPr>
      <w:t xml:space="preserve"> name, logos</w:t>
    </w:r>
  </w:p>
  <w:p w:rsidR="005E7C67" w:rsidRPr="005E7C67" w:rsidRDefault="005E7C67" w:rsidP="005E7C67">
    <w:pPr>
      <w:pStyle w:val="Footer"/>
      <w:jc w:val="center"/>
      <w:rPr>
        <w:rFonts w:ascii="AvantGarde Bk BT" w:hAnsi="AvantGarde Bk BT"/>
        <w:sz w:val="18"/>
      </w:rPr>
    </w:pPr>
    <w:r w:rsidRPr="005E7C67">
      <w:rPr>
        <w:rFonts w:ascii="AvantGarde Bk BT" w:hAnsi="AvantGarde Bk BT"/>
        <w:sz w:val="18"/>
      </w:rPr>
      <w:t>Contact Details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45D" w:rsidRDefault="001B045D" w:rsidP="00FA2089">
      <w:r>
        <w:separator/>
      </w:r>
    </w:p>
  </w:footnote>
  <w:footnote w:type="continuationSeparator" w:id="0">
    <w:p w:rsidR="001B045D" w:rsidRDefault="001B045D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B4E" w:rsidRDefault="00487C4E" w:rsidP="00FA2089">
    <w:pPr>
      <w:pStyle w:val="Header"/>
      <w:jc w:val="right"/>
    </w:pPr>
    <w:r>
      <w:rPr>
        <w:noProof/>
        <w:lang w:val="el-GR" w:eastAsia="el-GR"/>
      </w:rPr>
      <w:drawing>
        <wp:inline distT="0" distB="0" distL="0" distR="0">
          <wp:extent cx="3808730" cy="636270"/>
          <wp:effectExtent l="19050" t="0" r="127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Daphne Project “Coordinated Response to Child Abuse &amp; Neglect via Minimum Data Set”</w:t>
    </w:r>
  </w:p>
  <w:p w:rsidR="00657B4E" w:rsidRPr="008D1037" w:rsidRDefault="00657B4E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[JUST/2012/DAP/AG/3250]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052"/>
    <w:multiLevelType w:val="hybridMultilevel"/>
    <w:tmpl w:val="FF645F68"/>
    <w:lvl w:ilvl="0" w:tplc="1B98E60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99330AB"/>
    <w:multiLevelType w:val="hybridMultilevel"/>
    <w:tmpl w:val="12D852EA"/>
    <w:lvl w:ilvl="0" w:tplc="B406BF1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80" w:hanging="360"/>
      </w:pPr>
    </w:lvl>
    <w:lvl w:ilvl="2" w:tplc="0408001B" w:tentative="1">
      <w:start w:val="1"/>
      <w:numFmt w:val="lowerRoman"/>
      <w:lvlText w:val="%3."/>
      <w:lvlJc w:val="right"/>
      <w:pPr>
        <w:ind w:left="3600" w:hanging="180"/>
      </w:pPr>
    </w:lvl>
    <w:lvl w:ilvl="3" w:tplc="0408000F" w:tentative="1">
      <w:start w:val="1"/>
      <w:numFmt w:val="decimal"/>
      <w:lvlText w:val="%4."/>
      <w:lvlJc w:val="left"/>
      <w:pPr>
        <w:ind w:left="4320" w:hanging="360"/>
      </w:pPr>
    </w:lvl>
    <w:lvl w:ilvl="4" w:tplc="04080019" w:tentative="1">
      <w:start w:val="1"/>
      <w:numFmt w:val="lowerLetter"/>
      <w:lvlText w:val="%5."/>
      <w:lvlJc w:val="left"/>
      <w:pPr>
        <w:ind w:left="5040" w:hanging="360"/>
      </w:pPr>
    </w:lvl>
    <w:lvl w:ilvl="5" w:tplc="0408001B" w:tentative="1">
      <w:start w:val="1"/>
      <w:numFmt w:val="lowerRoman"/>
      <w:lvlText w:val="%6."/>
      <w:lvlJc w:val="right"/>
      <w:pPr>
        <w:ind w:left="5760" w:hanging="180"/>
      </w:pPr>
    </w:lvl>
    <w:lvl w:ilvl="6" w:tplc="0408000F" w:tentative="1">
      <w:start w:val="1"/>
      <w:numFmt w:val="decimal"/>
      <w:lvlText w:val="%7."/>
      <w:lvlJc w:val="left"/>
      <w:pPr>
        <w:ind w:left="6480" w:hanging="360"/>
      </w:pPr>
    </w:lvl>
    <w:lvl w:ilvl="7" w:tplc="04080019" w:tentative="1">
      <w:start w:val="1"/>
      <w:numFmt w:val="lowerLetter"/>
      <w:lvlText w:val="%8."/>
      <w:lvlJc w:val="left"/>
      <w:pPr>
        <w:ind w:left="7200" w:hanging="360"/>
      </w:pPr>
    </w:lvl>
    <w:lvl w:ilvl="8" w:tplc="0408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202C17"/>
    <w:rsid w:val="0000174C"/>
    <w:rsid w:val="00001A5D"/>
    <w:rsid w:val="000602AB"/>
    <w:rsid w:val="000627D4"/>
    <w:rsid w:val="000C4871"/>
    <w:rsid w:val="000F79F7"/>
    <w:rsid w:val="001059CE"/>
    <w:rsid w:val="00136570"/>
    <w:rsid w:val="001607F2"/>
    <w:rsid w:val="00162CDC"/>
    <w:rsid w:val="001B045D"/>
    <w:rsid w:val="001E7417"/>
    <w:rsid w:val="001F51BA"/>
    <w:rsid w:val="00202C17"/>
    <w:rsid w:val="002358F4"/>
    <w:rsid w:val="00253DA0"/>
    <w:rsid w:val="00294748"/>
    <w:rsid w:val="003007BE"/>
    <w:rsid w:val="003046CE"/>
    <w:rsid w:val="00305CD4"/>
    <w:rsid w:val="003758D9"/>
    <w:rsid w:val="003979B6"/>
    <w:rsid w:val="003F459E"/>
    <w:rsid w:val="0043674E"/>
    <w:rsid w:val="00446E93"/>
    <w:rsid w:val="0047719C"/>
    <w:rsid w:val="00487C4E"/>
    <w:rsid w:val="004F7B6D"/>
    <w:rsid w:val="005013C5"/>
    <w:rsid w:val="00522DBB"/>
    <w:rsid w:val="005A23A2"/>
    <w:rsid w:val="005B7E6E"/>
    <w:rsid w:val="005E7C67"/>
    <w:rsid w:val="00657B4E"/>
    <w:rsid w:val="0068133B"/>
    <w:rsid w:val="00685A2F"/>
    <w:rsid w:val="006B2699"/>
    <w:rsid w:val="006F30CD"/>
    <w:rsid w:val="007006E4"/>
    <w:rsid w:val="00740A8F"/>
    <w:rsid w:val="0076704A"/>
    <w:rsid w:val="007A0933"/>
    <w:rsid w:val="007D0F3D"/>
    <w:rsid w:val="007D37AB"/>
    <w:rsid w:val="00866C1A"/>
    <w:rsid w:val="00867469"/>
    <w:rsid w:val="00891030"/>
    <w:rsid w:val="008C460F"/>
    <w:rsid w:val="008D1037"/>
    <w:rsid w:val="008E3402"/>
    <w:rsid w:val="008F2D9A"/>
    <w:rsid w:val="00986DDD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AF6174"/>
    <w:rsid w:val="00B0371B"/>
    <w:rsid w:val="00B5469A"/>
    <w:rsid w:val="00B660A4"/>
    <w:rsid w:val="00BA1F6B"/>
    <w:rsid w:val="00BB54E0"/>
    <w:rsid w:val="00BC578F"/>
    <w:rsid w:val="00BC6B28"/>
    <w:rsid w:val="00C14BE8"/>
    <w:rsid w:val="00C440B5"/>
    <w:rsid w:val="00C86433"/>
    <w:rsid w:val="00CA2B4A"/>
    <w:rsid w:val="00CA51D2"/>
    <w:rsid w:val="00D37710"/>
    <w:rsid w:val="00DC4079"/>
    <w:rsid w:val="00E10649"/>
    <w:rsid w:val="00E3716F"/>
    <w:rsid w:val="00E5302F"/>
    <w:rsid w:val="00E732A1"/>
    <w:rsid w:val="00E873E0"/>
    <w:rsid w:val="00E95D86"/>
    <w:rsid w:val="00ED539D"/>
    <w:rsid w:val="00F03202"/>
    <w:rsid w:val="00F75F1B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86D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5</TotalTime>
  <Pages>1</Pages>
  <Words>49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 </dc:creator>
  <cp:keywords/>
  <dc:description/>
  <cp:lastModifiedBy> </cp:lastModifiedBy>
  <cp:revision>3</cp:revision>
  <cp:lastPrinted>2013-09-23T18:04:00Z</cp:lastPrinted>
  <dcterms:created xsi:type="dcterms:W3CDTF">2014-06-18T15:16:00Z</dcterms:created>
  <dcterms:modified xsi:type="dcterms:W3CDTF">2014-06-18T15:21:00Z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